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031" w:rsidRPr="008B6390" w:rsidRDefault="00717031" w:rsidP="008B6390">
      <w:pPr>
        <w:rPr>
          <w:rFonts w:ascii="宋体" w:cs="宋体"/>
          <w:b/>
          <w:kern w:val="0"/>
          <w:sz w:val="24"/>
          <w:szCs w:val="24"/>
        </w:rPr>
      </w:pPr>
      <w:r w:rsidRPr="008B6390">
        <w:rPr>
          <w:rFonts w:ascii="宋体" w:hAnsi="宋体" w:cs="宋体" w:hint="eastAsia"/>
          <w:b/>
          <w:kern w:val="0"/>
          <w:sz w:val="24"/>
          <w:szCs w:val="24"/>
        </w:rPr>
        <w:t>附件</w:t>
      </w:r>
    </w:p>
    <w:p w:rsidR="00717031" w:rsidRPr="008B6390" w:rsidRDefault="00717031" w:rsidP="0073532C">
      <w:pPr>
        <w:spacing w:line="240" w:lineRule="atLeast"/>
        <w:ind w:firstLineChars="2167" w:firstLine="31680"/>
        <w:rPr>
          <w:rFonts w:ascii="宋体" w:cs="宋体"/>
          <w:b/>
          <w:kern w:val="0"/>
          <w:sz w:val="24"/>
          <w:szCs w:val="24"/>
        </w:rPr>
      </w:pPr>
      <w:r w:rsidRPr="008B6390">
        <w:rPr>
          <w:rFonts w:ascii="宋体" w:hAnsi="宋体" w:cs="宋体"/>
          <w:b/>
          <w:kern w:val="0"/>
          <w:sz w:val="24"/>
          <w:szCs w:val="24"/>
        </w:rPr>
        <w:t>201</w:t>
      </w:r>
      <w:r>
        <w:rPr>
          <w:rFonts w:ascii="宋体" w:hAnsi="宋体" w:cs="宋体"/>
          <w:b/>
          <w:kern w:val="0"/>
          <w:sz w:val="24"/>
          <w:szCs w:val="24"/>
        </w:rPr>
        <w:t>7</w:t>
      </w:r>
      <w:r w:rsidRPr="008B6390">
        <w:rPr>
          <w:rFonts w:ascii="宋体" w:hAnsi="宋体" w:cs="宋体" w:hint="eastAsia"/>
          <w:b/>
          <w:kern w:val="0"/>
          <w:sz w:val="24"/>
          <w:szCs w:val="24"/>
        </w:rPr>
        <w:t>年度因公临时出国（境）团组计划表</w:t>
      </w:r>
    </w:p>
    <w:p w:rsidR="00717031" w:rsidRPr="008B6390" w:rsidRDefault="00717031" w:rsidP="0073532C">
      <w:pPr>
        <w:spacing w:line="240" w:lineRule="atLeast"/>
        <w:ind w:firstLineChars="550" w:firstLine="31680"/>
        <w:rPr>
          <w:rFonts w:ascii="宋体" w:cs="宋体"/>
          <w:b/>
          <w:kern w:val="0"/>
          <w:sz w:val="24"/>
          <w:szCs w:val="24"/>
        </w:rPr>
      </w:pPr>
    </w:p>
    <w:p w:rsidR="00717031" w:rsidRPr="008B6390" w:rsidRDefault="00717031" w:rsidP="008B6390">
      <w:pPr>
        <w:spacing w:line="240" w:lineRule="atLeast"/>
        <w:rPr>
          <w:rFonts w:ascii="宋体" w:cs="宋体"/>
          <w:kern w:val="0"/>
          <w:sz w:val="24"/>
          <w:szCs w:val="24"/>
        </w:rPr>
      </w:pPr>
      <w:r w:rsidRPr="008B6390">
        <w:rPr>
          <w:rFonts w:ascii="宋体" w:hAnsi="宋体" w:cs="宋体" w:hint="eastAsia"/>
          <w:kern w:val="0"/>
          <w:sz w:val="24"/>
          <w:szCs w:val="24"/>
        </w:rPr>
        <w:t>填表单位</w:t>
      </w:r>
      <w:r w:rsidRPr="008B6390">
        <w:rPr>
          <w:rFonts w:ascii="宋体" w:hAnsi="宋体" w:cs="宋体"/>
          <w:kern w:val="0"/>
          <w:sz w:val="24"/>
          <w:szCs w:val="24"/>
        </w:rPr>
        <w:t xml:space="preserve">:    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 w:rsidRPr="008B6390">
        <w:rPr>
          <w:rFonts w:ascii="宋体" w:hAnsi="宋体" w:cs="宋体"/>
          <w:kern w:val="0"/>
          <w:sz w:val="24"/>
          <w:szCs w:val="24"/>
        </w:rPr>
        <w:t xml:space="preserve">                                   </w:t>
      </w:r>
      <w:r>
        <w:rPr>
          <w:rFonts w:ascii="宋体" w:hAnsi="宋体" w:cs="宋体"/>
          <w:kern w:val="0"/>
          <w:sz w:val="24"/>
          <w:szCs w:val="24"/>
        </w:rPr>
        <w:t xml:space="preserve">                </w:t>
      </w:r>
      <w:r w:rsidRPr="008B6390">
        <w:rPr>
          <w:rFonts w:ascii="宋体" w:hAnsi="宋体" w:cs="宋体" w:hint="eastAsia"/>
          <w:kern w:val="0"/>
          <w:sz w:val="24"/>
          <w:szCs w:val="24"/>
        </w:rPr>
        <w:t>填表时间</w:t>
      </w:r>
      <w:r w:rsidRPr="008B6390">
        <w:rPr>
          <w:rFonts w:ascii="宋体" w:hAnsi="宋体" w:cs="宋体"/>
          <w:kern w:val="0"/>
          <w:sz w:val="24"/>
          <w:szCs w:val="24"/>
        </w:rPr>
        <w:t>:</w:t>
      </w:r>
      <w:r>
        <w:rPr>
          <w:rFonts w:ascii="宋体" w:hAnsi="宋体" w:cs="宋体"/>
          <w:kern w:val="0"/>
          <w:sz w:val="24"/>
          <w:szCs w:val="24"/>
        </w:rPr>
        <w:t xml:space="preserve">    </w:t>
      </w:r>
      <w:r>
        <w:rPr>
          <w:rFonts w:ascii="宋体" w:hAnsi="宋体" w:cs="宋体" w:hint="eastAsia"/>
          <w:kern w:val="0"/>
          <w:sz w:val="24"/>
          <w:szCs w:val="24"/>
        </w:rPr>
        <w:t>年</w:t>
      </w:r>
      <w:r>
        <w:rPr>
          <w:rFonts w:ascii="宋体" w:hAnsi="宋体" w:cs="宋体"/>
          <w:kern w:val="0"/>
          <w:sz w:val="24"/>
          <w:szCs w:val="24"/>
        </w:rPr>
        <w:t xml:space="preserve">    </w:t>
      </w:r>
      <w:r>
        <w:rPr>
          <w:rFonts w:ascii="宋体" w:hAnsi="宋体" w:cs="宋体" w:hint="eastAsia"/>
          <w:kern w:val="0"/>
          <w:sz w:val="24"/>
          <w:szCs w:val="24"/>
        </w:rPr>
        <w:t>月</w:t>
      </w:r>
      <w:r>
        <w:rPr>
          <w:rFonts w:ascii="宋体" w:hAnsi="宋体" w:cs="宋体"/>
          <w:kern w:val="0"/>
          <w:sz w:val="24"/>
          <w:szCs w:val="24"/>
        </w:rPr>
        <w:t xml:space="preserve">     </w:t>
      </w:r>
      <w:r>
        <w:rPr>
          <w:rFonts w:ascii="宋体" w:hAnsi="宋体" w:cs="宋体" w:hint="eastAsia"/>
          <w:kern w:val="0"/>
          <w:sz w:val="24"/>
          <w:szCs w:val="24"/>
        </w:rPr>
        <w:t>日</w:t>
      </w:r>
    </w:p>
    <w:p w:rsidR="00717031" w:rsidRPr="008B6390" w:rsidRDefault="00717031" w:rsidP="008B6390">
      <w:pPr>
        <w:spacing w:line="240" w:lineRule="atLeast"/>
        <w:rPr>
          <w:rFonts w:ascii="宋体" w:cs="宋体"/>
          <w:kern w:val="0"/>
          <w:sz w:val="24"/>
          <w:szCs w:val="24"/>
        </w:rPr>
      </w:pPr>
    </w:p>
    <w:tbl>
      <w:tblPr>
        <w:tblW w:w="142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2693"/>
        <w:gridCol w:w="1418"/>
        <w:gridCol w:w="1701"/>
        <w:gridCol w:w="2126"/>
        <w:gridCol w:w="2268"/>
        <w:gridCol w:w="3260"/>
      </w:tblGrid>
      <w:tr w:rsidR="00717031" w:rsidRPr="00341363" w:rsidTr="00C17892">
        <w:trPr>
          <w:jc w:val="center"/>
        </w:trPr>
        <w:tc>
          <w:tcPr>
            <w:tcW w:w="817" w:type="dxa"/>
          </w:tcPr>
          <w:p w:rsidR="00717031" w:rsidRPr="00341363" w:rsidRDefault="00717031" w:rsidP="00341363">
            <w:pPr>
              <w:spacing w:line="240" w:lineRule="atLeast"/>
              <w:rPr>
                <w:sz w:val="24"/>
                <w:szCs w:val="24"/>
              </w:rPr>
            </w:pPr>
            <w:r w:rsidRPr="00341363"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2693" w:type="dxa"/>
          </w:tcPr>
          <w:p w:rsidR="00717031" w:rsidRPr="00341363" w:rsidRDefault="00717031" w:rsidP="0034136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41363">
              <w:rPr>
                <w:rFonts w:ascii="宋体" w:hAnsi="宋体" w:cs="宋体" w:hint="eastAsia"/>
                <w:sz w:val="24"/>
                <w:szCs w:val="24"/>
              </w:rPr>
              <w:t>出访任务</w:t>
            </w:r>
          </w:p>
        </w:tc>
        <w:tc>
          <w:tcPr>
            <w:tcW w:w="1418" w:type="dxa"/>
          </w:tcPr>
          <w:p w:rsidR="00717031" w:rsidRPr="00341363" w:rsidRDefault="00717031" w:rsidP="0034136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41363">
              <w:rPr>
                <w:rFonts w:ascii="宋体" w:hAnsi="宋体" w:cs="宋体" w:hint="eastAsia"/>
                <w:sz w:val="24"/>
                <w:szCs w:val="24"/>
              </w:rPr>
              <w:t>出访人员</w:t>
            </w:r>
          </w:p>
        </w:tc>
        <w:tc>
          <w:tcPr>
            <w:tcW w:w="1701" w:type="dxa"/>
          </w:tcPr>
          <w:p w:rsidR="00717031" w:rsidRPr="00341363" w:rsidRDefault="00717031" w:rsidP="0034136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41363">
              <w:rPr>
                <w:rFonts w:ascii="宋体" w:hAnsi="宋体" w:cs="宋体" w:hint="eastAsia"/>
                <w:sz w:val="24"/>
                <w:szCs w:val="24"/>
              </w:rPr>
              <w:t>拟出访时间</w:t>
            </w:r>
          </w:p>
        </w:tc>
        <w:tc>
          <w:tcPr>
            <w:tcW w:w="2126" w:type="dxa"/>
          </w:tcPr>
          <w:p w:rsidR="00717031" w:rsidRPr="00341363" w:rsidRDefault="00717031" w:rsidP="0034136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41363">
              <w:rPr>
                <w:rFonts w:hint="eastAsia"/>
                <w:sz w:val="24"/>
                <w:szCs w:val="24"/>
              </w:rPr>
              <w:t>前往国家</w:t>
            </w:r>
            <w:r w:rsidRPr="00341363">
              <w:rPr>
                <w:sz w:val="24"/>
                <w:szCs w:val="24"/>
              </w:rPr>
              <w:t>(</w:t>
            </w:r>
            <w:r w:rsidRPr="00341363">
              <w:rPr>
                <w:rFonts w:hint="eastAsia"/>
                <w:sz w:val="24"/>
                <w:szCs w:val="24"/>
              </w:rPr>
              <w:t>地区</w:t>
            </w:r>
            <w:r w:rsidRPr="00341363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717031" w:rsidRPr="00341363" w:rsidRDefault="00717031" w:rsidP="0034136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41363">
              <w:rPr>
                <w:rFonts w:hint="eastAsia"/>
                <w:sz w:val="24"/>
                <w:szCs w:val="24"/>
              </w:rPr>
              <w:t>邀请单位</w:t>
            </w:r>
          </w:p>
        </w:tc>
        <w:tc>
          <w:tcPr>
            <w:tcW w:w="3260" w:type="dxa"/>
          </w:tcPr>
          <w:p w:rsidR="00717031" w:rsidRPr="00341363" w:rsidRDefault="00717031" w:rsidP="0034136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41363">
              <w:rPr>
                <w:rFonts w:hint="eastAsia"/>
                <w:sz w:val="24"/>
                <w:szCs w:val="24"/>
              </w:rPr>
              <w:t>经费来源</w:t>
            </w:r>
          </w:p>
          <w:p w:rsidR="00717031" w:rsidRPr="00341363" w:rsidRDefault="00717031" w:rsidP="0034136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41363">
              <w:rPr>
                <w:sz w:val="24"/>
                <w:szCs w:val="24"/>
              </w:rPr>
              <w:t>(</w:t>
            </w:r>
            <w:r w:rsidRPr="00341363">
              <w:rPr>
                <w:rFonts w:hint="eastAsia"/>
                <w:sz w:val="24"/>
                <w:szCs w:val="24"/>
              </w:rPr>
              <w:t>注明经费依托项目的名称及项目中国际交流费余额金额</w:t>
            </w:r>
            <w:r w:rsidRPr="00341363">
              <w:rPr>
                <w:sz w:val="24"/>
                <w:szCs w:val="24"/>
              </w:rPr>
              <w:t>)</w:t>
            </w:r>
          </w:p>
        </w:tc>
      </w:tr>
      <w:tr w:rsidR="00717031" w:rsidRPr="00341363" w:rsidTr="00C17892">
        <w:trPr>
          <w:trHeight w:val="1744"/>
          <w:jc w:val="center"/>
        </w:trPr>
        <w:tc>
          <w:tcPr>
            <w:tcW w:w="817" w:type="dxa"/>
            <w:vAlign w:val="center"/>
          </w:tcPr>
          <w:p w:rsidR="00717031" w:rsidRPr="00341363" w:rsidRDefault="00717031" w:rsidP="00C17892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41363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717031" w:rsidRPr="003B53B8" w:rsidRDefault="00717031" w:rsidP="00717031">
            <w:pPr>
              <w:spacing w:line="240" w:lineRule="atLeast"/>
              <w:ind w:firstLineChars="150" w:firstLine="316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717031" w:rsidRPr="00261BA8" w:rsidRDefault="00717031" w:rsidP="00C17892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717031" w:rsidRPr="00341363" w:rsidRDefault="00717031" w:rsidP="00C17892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717031" w:rsidRPr="00341363" w:rsidRDefault="00717031" w:rsidP="00C17892">
            <w:pPr>
              <w:tabs>
                <w:tab w:val="left" w:pos="75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717031" w:rsidRPr="00341363" w:rsidRDefault="00717031" w:rsidP="00C17892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717031" w:rsidRPr="00341363" w:rsidRDefault="00717031" w:rsidP="00C17892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717031" w:rsidRPr="00341363" w:rsidTr="00C17892">
        <w:trPr>
          <w:trHeight w:val="1684"/>
          <w:jc w:val="center"/>
        </w:trPr>
        <w:tc>
          <w:tcPr>
            <w:tcW w:w="817" w:type="dxa"/>
          </w:tcPr>
          <w:p w:rsidR="00717031" w:rsidRPr="00341363" w:rsidRDefault="00717031" w:rsidP="0034136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41363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717031" w:rsidRPr="00341363" w:rsidRDefault="00717031" w:rsidP="00341363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17031" w:rsidRPr="00341363" w:rsidRDefault="00717031" w:rsidP="00341363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17031" w:rsidRPr="00341363" w:rsidRDefault="00717031" w:rsidP="00341363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17031" w:rsidRPr="00341363" w:rsidRDefault="00717031" w:rsidP="00341363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17031" w:rsidRPr="00341363" w:rsidRDefault="00717031" w:rsidP="00341363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717031" w:rsidRPr="00341363" w:rsidRDefault="00717031" w:rsidP="00341363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717031" w:rsidRPr="00341363" w:rsidTr="00C17892">
        <w:trPr>
          <w:trHeight w:val="1684"/>
          <w:jc w:val="center"/>
        </w:trPr>
        <w:tc>
          <w:tcPr>
            <w:tcW w:w="817" w:type="dxa"/>
          </w:tcPr>
          <w:p w:rsidR="00717031" w:rsidRPr="00341363" w:rsidRDefault="00717031" w:rsidP="00341363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717031" w:rsidRPr="00341363" w:rsidRDefault="00717031" w:rsidP="00341363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17031" w:rsidRPr="00341363" w:rsidRDefault="00717031" w:rsidP="00341363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17031" w:rsidRPr="00341363" w:rsidRDefault="00717031" w:rsidP="00341363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17031" w:rsidRPr="00341363" w:rsidRDefault="00717031" w:rsidP="00341363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17031" w:rsidRPr="00341363" w:rsidRDefault="00717031" w:rsidP="00341363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717031" w:rsidRPr="00341363" w:rsidRDefault="00717031" w:rsidP="00341363">
            <w:pPr>
              <w:spacing w:line="240" w:lineRule="atLeast"/>
              <w:rPr>
                <w:sz w:val="24"/>
                <w:szCs w:val="24"/>
              </w:rPr>
            </w:pPr>
          </w:p>
        </w:tc>
      </w:tr>
    </w:tbl>
    <w:p w:rsidR="00717031" w:rsidRPr="008B6390" w:rsidRDefault="00717031" w:rsidP="008B6390">
      <w:pPr>
        <w:spacing w:line="240" w:lineRule="atLeast"/>
        <w:rPr>
          <w:sz w:val="24"/>
          <w:szCs w:val="24"/>
        </w:rPr>
      </w:pPr>
      <w:r w:rsidRPr="008B6390">
        <w:rPr>
          <w:rFonts w:hint="eastAsia"/>
          <w:sz w:val="24"/>
          <w:szCs w:val="24"/>
        </w:rPr>
        <w:t>备注</w:t>
      </w:r>
      <w:r w:rsidRPr="008B6390">
        <w:rPr>
          <w:sz w:val="24"/>
          <w:szCs w:val="24"/>
        </w:rPr>
        <w:t>:1</w:t>
      </w:r>
      <w:r w:rsidRPr="008B6390">
        <w:rPr>
          <w:rFonts w:hint="eastAsia"/>
          <w:sz w:val="24"/>
          <w:szCs w:val="24"/>
        </w:rPr>
        <w:t>、对于目前暂不能确定具体出访人员的，可仅填写出访人数；</w:t>
      </w:r>
      <w:r w:rsidRPr="008B6390">
        <w:rPr>
          <w:sz w:val="24"/>
          <w:szCs w:val="24"/>
        </w:rPr>
        <w:t>2</w:t>
      </w:r>
      <w:r w:rsidRPr="008B6390">
        <w:rPr>
          <w:rFonts w:hint="eastAsia"/>
          <w:sz w:val="24"/>
          <w:szCs w:val="24"/>
        </w:rPr>
        <w:t>、经费依托项目原则是本人、本单位，且研究内容与出国任务内容一致；</w:t>
      </w:r>
      <w:r w:rsidRPr="008B6390">
        <w:rPr>
          <w:sz w:val="24"/>
          <w:szCs w:val="24"/>
        </w:rPr>
        <w:t>3</w:t>
      </w:r>
      <w:r w:rsidRPr="008B6390">
        <w:rPr>
          <w:rFonts w:hint="eastAsia"/>
          <w:sz w:val="24"/>
          <w:szCs w:val="24"/>
        </w:rPr>
        <w:t>、没有出国（境）计划的单位须</w:t>
      </w:r>
      <w:r>
        <w:rPr>
          <w:rFonts w:hint="eastAsia"/>
          <w:sz w:val="24"/>
          <w:szCs w:val="24"/>
        </w:rPr>
        <w:t>电话告知</w:t>
      </w:r>
      <w:r w:rsidRPr="008B6390">
        <w:rPr>
          <w:rFonts w:hint="eastAsia"/>
          <w:sz w:val="24"/>
          <w:szCs w:val="24"/>
        </w:rPr>
        <w:t>。</w:t>
      </w:r>
    </w:p>
    <w:sectPr w:rsidR="00717031" w:rsidRPr="008B6390" w:rsidSect="009D5BD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031" w:rsidRDefault="00717031" w:rsidP="009D5BDF">
      <w:r>
        <w:separator/>
      </w:r>
    </w:p>
  </w:endnote>
  <w:endnote w:type="continuationSeparator" w:id="0">
    <w:p w:rsidR="00717031" w:rsidRDefault="00717031" w:rsidP="009D5B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031" w:rsidRDefault="00717031" w:rsidP="009D5BDF">
      <w:r>
        <w:separator/>
      </w:r>
    </w:p>
  </w:footnote>
  <w:footnote w:type="continuationSeparator" w:id="0">
    <w:p w:rsidR="00717031" w:rsidRDefault="00717031" w:rsidP="009D5B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BDF"/>
    <w:rsid w:val="00001A42"/>
    <w:rsid w:val="00060943"/>
    <w:rsid w:val="00062365"/>
    <w:rsid w:val="001942F9"/>
    <w:rsid w:val="001A1940"/>
    <w:rsid w:val="001F32C6"/>
    <w:rsid w:val="00242448"/>
    <w:rsid w:val="00261103"/>
    <w:rsid w:val="00261BA8"/>
    <w:rsid w:val="00273838"/>
    <w:rsid w:val="00285D73"/>
    <w:rsid w:val="003061B8"/>
    <w:rsid w:val="00314FE9"/>
    <w:rsid w:val="0033150D"/>
    <w:rsid w:val="00341363"/>
    <w:rsid w:val="003A4B1C"/>
    <w:rsid w:val="003B53B8"/>
    <w:rsid w:val="004909E2"/>
    <w:rsid w:val="00507190"/>
    <w:rsid w:val="005861D0"/>
    <w:rsid w:val="005C4B61"/>
    <w:rsid w:val="00610D7E"/>
    <w:rsid w:val="00622554"/>
    <w:rsid w:val="00644441"/>
    <w:rsid w:val="00662801"/>
    <w:rsid w:val="006641D4"/>
    <w:rsid w:val="006C4CFD"/>
    <w:rsid w:val="007157CA"/>
    <w:rsid w:val="00717031"/>
    <w:rsid w:val="0073532C"/>
    <w:rsid w:val="00762C96"/>
    <w:rsid w:val="00764964"/>
    <w:rsid w:val="007B7CF5"/>
    <w:rsid w:val="008B6390"/>
    <w:rsid w:val="0090343C"/>
    <w:rsid w:val="0093067F"/>
    <w:rsid w:val="00995EE9"/>
    <w:rsid w:val="009D503F"/>
    <w:rsid w:val="009D5BDF"/>
    <w:rsid w:val="00B53244"/>
    <w:rsid w:val="00B57BCF"/>
    <w:rsid w:val="00BB69CB"/>
    <w:rsid w:val="00BD508F"/>
    <w:rsid w:val="00BF10AD"/>
    <w:rsid w:val="00C111BE"/>
    <w:rsid w:val="00C17892"/>
    <w:rsid w:val="00C833FB"/>
    <w:rsid w:val="00C8348B"/>
    <w:rsid w:val="00C94D35"/>
    <w:rsid w:val="00D16928"/>
    <w:rsid w:val="00D31755"/>
    <w:rsid w:val="00D6454E"/>
    <w:rsid w:val="00DC6847"/>
    <w:rsid w:val="00DE1FEF"/>
    <w:rsid w:val="00E00D05"/>
    <w:rsid w:val="00E44E08"/>
    <w:rsid w:val="00E54737"/>
    <w:rsid w:val="00E57D40"/>
    <w:rsid w:val="00ED4F6A"/>
    <w:rsid w:val="00EF64E7"/>
    <w:rsid w:val="00F51119"/>
    <w:rsid w:val="00FE4C0C"/>
    <w:rsid w:val="00FF0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BDF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9D5B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D5BDF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9D5B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D5BDF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9D5BDF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157C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C47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145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179</TotalTime>
  <Pages>1</Pages>
  <Words>43</Words>
  <Characters>250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User</cp:lastModifiedBy>
  <cp:revision>22</cp:revision>
  <cp:lastPrinted>2016-12-01T06:40:00Z</cp:lastPrinted>
  <dcterms:created xsi:type="dcterms:W3CDTF">2014-11-12T05:19:00Z</dcterms:created>
  <dcterms:modified xsi:type="dcterms:W3CDTF">2016-12-01T06:57:00Z</dcterms:modified>
</cp:coreProperties>
</file>